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91622" w14:textId="77777777" w:rsidR="0061146D" w:rsidRDefault="0061146D" w:rsidP="00722972">
      <w:pPr>
        <w:rPr>
          <w:rFonts w:asciiTheme="minorHAnsi" w:eastAsiaTheme="minorHAnsi" w:hAnsiTheme="minorHAnsi" w:cstheme="minorHAnsi"/>
          <w:b/>
          <w:lang w:eastAsia="en-US"/>
        </w:rPr>
      </w:pPr>
    </w:p>
    <w:p w14:paraId="69A2DCA2" w14:textId="53C741B2" w:rsidR="0061146D" w:rsidRDefault="0061146D" w:rsidP="002B15F2">
      <w:pPr>
        <w:ind w:left="3969" w:firstLine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Pan</w:t>
      </w:r>
      <w:r w:rsidR="002A279C">
        <w:rPr>
          <w:rFonts w:asciiTheme="minorHAnsi" w:hAnsiTheme="minorHAnsi" w:cstheme="minorHAnsi"/>
          <w:b/>
          <w:bCs/>
        </w:rPr>
        <w:t>i</w:t>
      </w:r>
    </w:p>
    <w:p w14:paraId="1E303E08" w14:textId="77777777" w:rsidR="002A279C" w:rsidRDefault="002A279C" w:rsidP="002B15F2">
      <w:pPr>
        <w:ind w:left="3969" w:firstLine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Wioletta Zwara </w:t>
      </w:r>
    </w:p>
    <w:p w14:paraId="19E9624F" w14:textId="3BC86FC1" w:rsidR="00FD0F5D" w:rsidRDefault="0061146D" w:rsidP="002B15F2">
      <w:pPr>
        <w:ind w:left="3969" w:firstLine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</w:t>
      </w:r>
    </w:p>
    <w:p w14:paraId="31C76081" w14:textId="473D575A" w:rsidR="00E20DF4" w:rsidRDefault="00E20DF4" w:rsidP="002B15F2">
      <w:pPr>
        <w:ind w:left="3969" w:firstLine="426"/>
        <w:rPr>
          <w:rFonts w:asciiTheme="minorHAnsi" w:hAnsiTheme="minorHAnsi" w:cstheme="minorHAnsi"/>
          <w:b/>
          <w:bCs/>
        </w:rPr>
      </w:pPr>
      <w:r w:rsidRPr="00E20DF4">
        <w:rPr>
          <w:rFonts w:asciiTheme="minorHAnsi" w:hAnsiTheme="minorHAnsi" w:cstheme="minorHAnsi"/>
          <w:b/>
          <w:bCs/>
        </w:rPr>
        <w:t>Komitetu Rady Ministrów do spraw Cyfryzacji</w:t>
      </w:r>
    </w:p>
    <w:p w14:paraId="174CE9D2" w14:textId="77777777" w:rsidR="00394C3A" w:rsidRDefault="00394C3A" w:rsidP="002B15F2">
      <w:pPr>
        <w:ind w:left="3969" w:firstLine="426"/>
        <w:rPr>
          <w:rFonts w:asciiTheme="minorHAnsi" w:hAnsiTheme="minorHAnsi" w:cstheme="minorHAnsi"/>
          <w:b/>
          <w:bCs/>
        </w:rPr>
      </w:pPr>
    </w:p>
    <w:p w14:paraId="61A28A64" w14:textId="640504C4" w:rsidR="0061146D" w:rsidRDefault="0061146D" w:rsidP="0061146D">
      <w:pPr>
        <w:spacing w:before="480" w:after="120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Szanown</w:t>
      </w:r>
      <w:r w:rsidR="002A279C">
        <w:rPr>
          <w:rFonts w:asciiTheme="minorHAnsi" w:hAnsiTheme="minorHAnsi" w:cstheme="minorHAnsi"/>
          <w:i/>
          <w:iCs/>
        </w:rPr>
        <w:t>a Pani</w:t>
      </w:r>
      <w:r>
        <w:rPr>
          <w:rFonts w:asciiTheme="minorHAnsi" w:hAnsiTheme="minorHAnsi" w:cstheme="minorHAnsi"/>
          <w:i/>
          <w:iCs/>
        </w:rPr>
        <w:t xml:space="preserve"> </w:t>
      </w:r>
      <w:r w:rsidR="002A279C">
        <w:rPr>
          <w:rFonts w:asciiTheme="minorHAnsi" w:hAnsiTheme="minorHAnsi" w:cstheme="minorHAnsi"/>
          <w:i/>
          <w:iCs/>
        </w:rPr>
        <w:t>Sekretarz</w:t>
      </w:r>
      <w:r>
        <w:rPr>
          <w:rFonts w:asciiTheme="minorHAnsi" w:hAnsiTheme="minorHAnsi" w:cstheme="minorHAnsi"/>
          <w:i/>
          <w:iCs/>
        </w:rPr>
        <w:t>,</w:t>
      </w:r>
    </w:p>
    <w:p w14:paraId="0646AE9D" w14:textId="76C65F81" w:rsidR="004E238D" w:rsidRDefault="004E238D" w:rsidP="004E238D">
      <w:p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Cs/>
        </w:rPr>
        <w:t>w</w:t>
      </w:r>
      <w:r w:rsidRPr="004E238D">
        <w:rPr>
          <w:rFonts w:asciiTheme="minorHAnsi" w:hAnsiTheme="minorHAnsi" w:cstheme="minorHAnsi"/>
          <w:iCs/>
        </w:rPr>
        <w:t xml:space="preserve"> </w:t>
      </w:r>
      <w:r w:rsidR="00394C3A">
        <w:rPr>
          <w:rFonts w:asciiTheme="minorHAnsi" w:hAnsiTheme="minorHAnsi" w:cstheme="minorHAnsi"/>
          <w:iCs/>
        </w:rPr>
        <w:t xml:space="preserve">ślad za pismem </w:t>
      </w:r>
      <w:r w:rsidRPr="004E238D">
        <w:rPr>
          <w:rFonts w:asciiTheme="minorHAnsi" w:hAnsiTheme="minorHAnsi" w:cstheme="minorHAnsi"/>
          <w:iCs/>
        </w:rPr>
        <w:t xml:space="preserve">z dnia 22 lipca br. </w:t>
      </w:r>
      <w:r w:rsidR="00394C3A">
        <w:rPr>
          <w:rFonts w:asciiTheme="minorHAnsi" w:hAnsiTheme="minorHAnsi" w:cstheme="minorHAnsi"/>
          <w:iCs/>
        </w:rPr>
        <w:t xml:space="preserve">zawierającego prośbę o </w:t>
      </w:r>
      <w:r w:rsidRPr="004E238D">
        <w:rPr>
          <w:rFonts w:asciiTheme="minorHAnsi" w:hAnsiTheme="minorHAnsi" w:cstheme="minorHAnsi"/>
          <w:iCs/>
        </w:rPr>
        <w:t>rozpatrzeni</w:t>
      </w:r>
      <w:r w:rsidR="00394C3A">
        <w:rPr>
          <w:rFonts w:asciiTheme="minorHAnsi" w:hAnsiTheme="minorHAnsi" w:cstheme="minorHAnsi"/>
          <w:iCs/>
        </w:rPr>
        <w:t>e</w:t>
      </w:r>
      <w:r w:rsidRPr="004E238D">
        <w:rPr>
          <w:rFonts w:asciiTheme="minorHAnsi" w:hAnsiTheme="minorHAnsi" w:cstheme="minorHAnsi"/>
          <w:iCs/>
        </w:rPr>
        <w:t xml:space="preserve"> przez Komitet Rady Ministrów do spraw Cyfryzacji</w:t>
      </w:r>
      <w:r w:rsidRPr="004E238D">
        <w:rPr>
          <w:rFonts w:asciiTheme="minorHAnsi" w:hAnsiTheme="minorHAnsi" w:cstheme="minorHAnsi"/>
          <w:bCs/>
          <w:i/>
        </w:rPr>
        <w:t xml:space="preserve"> </w:t>
      </w:r>
      <w:r w:rsidR="0091688F" w:rsidRPr="004E238D">
        <w:rPr>
          <w:rFonts w:asciiTheme="minorHAnsi" w:hAnsiTheme="minorHAnsi" w:cstheme="minorHAnsi"/>
          <w:b/>
          <w:bCs/>
          <w:i/>
        </w:rPr>
        <w:t>projekt</w:t>
      </w:r>
      <w:r w:rsidR="00394C3A">
        <w:rPr>
          <w:rFonts w:asciiTheme="minorHAnsi" w:hAnsiTheme="minorHAnsi" w:cstheme="minorHAnsi"/>
          <w:b/>
          <w:bCs/>
          <w:i/>
        </w:rPr>
        <w:t>u</w:t>
      </w:r>
      <w:r w:rsidR="0091688F" w:rsidRPr="004E238D">
        <w:rPr>
          <w:rFonts w:asciiTheme="minorHAnsi" w:hAnsiTheme="minorHAnsi" w:cstheme="minorHAnsi"/>
          <w:b/>
          <w:bCs/>
          <w:i/>
        </w:rPr>
        <w:t xml:space="preserve"> </w:t>
      </w:r>
      <w:r w:rsidR="00E777B4" w:rsidRPr="004E238D">
        <w:rPr>
          <w:rFonts w:asciiTheme="minorHAnsi" w:hAnsiTheme="minorHAnsi" w:cstheme="minorHAnsi"/>
          <w:b/>
          <w:bCs/>
          <w:i/>
        </w:rPr>
        <w:t>rozporządzenia Ministra Cyfryzacji w sprawie warunków technicznych, jakim powinny odpowiadać kanały technologiczne</w:t>
      </w:r>
      <w:r w:rsidR="000D506B" w:rsidRPr="004E238D">
        <w:rPr>
          <w:rFonts w:asciiTheme="minorHAnsi" w:hAnsiTheme="minorHAnsi" w:cstheme="minorHAnsi"/>
          <w:b/>
          <w:bCs/>
          <w:i/>
        </w:rPr>
        <w:t xml:space="preserve"> </w:t>
      </w:r>
      <w:r w:rsidR="000D506B" w:rsidRPr="004E238D">
        <w:rPr>
          <w:rFonts w:asciiTheme="minorHAnsi" w:hAnsiTheme="minorHAnsi" w:cstheme="minorHAnsi"/>
          <w:b/>
          <w:i/>
        </w:rPr>
        <w:t>(WPL MC poz. 17</w:t>
      </w:r>
      <w:r w:rsidR="00E777B4" w:rsidRPr="004E238D">
        <w:rPr>
          <w:rFonts w:asciiTheme="minorHAnsi" w:hAnsiTheme="minorHAnsi" w:cstheme="minorHAnsi"/>
          <w:b/>
          <w:i/>
        </w:rPr>
        <w:t>4</w:t>
      </w:r>
      <w:r w:rsidR="000D506B" w:rsidRPr="004E238D">
        <w:rPr>
          <w:rFonts w:asciiTheme="minorHAnsi" w:hAnsiTheme="minorHAnsi" w:cstheme="minorHAnsi"/>
          <w:b/>
          <w:i/>
        </w:rPr>
        <w:t>)</w:t>
      </w:r>
      <w:r w:rsidRPr="004E238D">
        <w:rPr>
          <w:rFonts w:asciiTheme="minorHAnsi" w:hAnsiTheme="minorHAnsi" w:cstheme="minorHAnsi"/>
          <w:iCs/>
        </w:rPr>
        <w:t xml:space="preserve">, uprzejmie informuję, że zgodnie z informację </w:t>
      </w:r>
      <w:r w:rsidR="00394C3A">
        <w:rPr>
          <w:rFonts w:asciiTheme="minorHAnsi" w:hAnsiTheme="minorHAnsi" w:cstheme="minorHAnsi"/>
          <w:iCs/>
        </w:rPr>
        <w:t>otrzymaną drogą e-mailową w</w:t>
      </w:r>
      <w:r w:rsidRPr="004E238D">
        <w:rPr>
          <w:rFonts w:asciiTheme="minorHAnsi" w:hAnsiTheme="minorHAnsi" w:cstheme="minorHAnsi"/>
          <w:iCs/>
        </w:rPr>
        <w:t xml:space="preserve"> dni</w:t>
      </w:r>
      <w:r w:rsidR="00AA25BC">
        <w:rPr>
          <w:rFonts w:asciiTheme="minorHAnsi" w:hAnsiTheme="minorHAnsi" w:cstheme="minorHAnsi"/>
          <w:iCs/>
        </w:rPr>
        <w:t>u</w:t>
      </w:r>
      <w:r w:rsidRPr="004E238D">
        <w:rPr>
          <w:rFonts w:asciiTheme="minorHAnsi" w:hAnsiTheme="minorHAnsi" w:cstheme="minorHAnsi"/>
          <w:iCs/>
        </w:rPr>
        <w:t xml:space="preserve"> 25 lipca </w:t>
      </w:r>
      <w:r>
        <w:rPr>
          <w:rFonts w:asciiTheme="minorHAnsi" w:hAnsiTheme="minorHAnsi" w:cstheme="minorHAnsi"/>
          <w:iCs/>
        </w:rPr>
        <w:t>br.</w:t>
      </w:r>
      <w:r w:rsidR="00AA25BC">
        <w:rPr>
          <w:rFonts w:asciiTheme="minorHAnsi" w:hAnsiTheme="minorHAnsi" w:cstheme="minorHAnsi"/>
          <w:iCs/>
        </w:rPr>
        <w:t xml:space="preserve"> </w:t>
      </w:r>
      <w:r w:rsidR="00394C3A">
        <w:rPr>
          <w:rFonts w:asciiTheme="minorHAnsi" w:hAnsiTheme="minorHAnsi" w:cstheme="minorHAnsi"/>
          <w:bCs/>
        </w:rPr>
        <w:t xml:space="preserve">przedmiotowy projekt uzyskał </w:t>
      </w:r>
      <w:r w:rsidR="00394C3A" w:rsidRPr="00394C3A">
        <w:rPr>
          <w:rFonts w:asciiTheme="minorHAnsi" w:hAnsiTheme="minorHAnsi" w:cstheme="minorHAnsi"/>
          <w:b/>
        </w:rPr>
        <w:t xml:space="preserve">pozytywną opinię </w:t>
      </w:r>
      <w:r w:rsidRPr="00394C3A">
        <w:rPr>
          <w:rFonts w:asciiTheme="minorHAnsi" w:hAnsiTheme="minorHAnsi" w:cstheme="minorHAnsi"/>
          <w:b/>
        </w:rPr>
        <w:t>Komisji</w:t>
      </w:r>
      <w:r w:rsidR="00AA25BC" w:rsidRPr="00AA25BC">
        <w:rPr>
          <w:rFonts w:asciiTheme="minorHAnsi" w:hAnsiTheme="minorHAnsi" w:cstheme="minorHAnsi"/>
          <w:bCs/>
        </w:rPr>
        <w:t xml:space="preserve"> </w:t>
      </w:r>
      <w:r w:rsidR="00AA25BC" w:rsidRPr="00AA25BC">
        <w:rPr>
          <w:rFonts w:asciiTheme="minorHAnsi" w:hAnsiTheme="minorHAnsi" w:cstheme="minorHAnsi"/>
          <w:b/>
          <w:bCs/>
        </w:rPr>
        <w:t>Wspólnej Rządu i</w:t>
      </w:r>
      <w:r w:rsidR="00AA25BC">
        <w:rPr>
          <w:rFonts w:asciiTheme="minorHAnsi" w:hAnsiTheme="minorHAnsi" w:cstheme="minorHAnsi"/>
          <w:b/>
          <w:bCs/>
        </w:rPr>
        <w:t> </w:t>
      </w:r>
      <w:r w:rsidR="00AA25BC" w:rsidRPr="00AA25BC">
        <w:rPr>
          <w:rFonts w:asciiTheme="minorHAnsi" w:hAnsiTheme="minorHAnsi" w:cstheme="minorHAnsi"/>
          <w:b/>
          <w:bCs/>
        </w:rPr>
        <w:t>Samorządu Terytorialnego</w:t>
      </w:r>
      <w:r w:rsidRPr="004E238D">
        <w:rPr>
          <w:rFonts w:asciiTheme="minorHAnsi" w:hAnsiTheme="minorHAnsi" w:cstheme="minorHAnsi"/>
        </w:rPr>
        <w:t xml:space="preserve"> w dniu 19 lipca 2022 r. </w:t>
      </w:r>
    </w:p>
    <w:p w14:paraId="0CA62BC1" w14:textId="77777777" w:rsidR="00394C3A" w:rsidRPr="004E238D" w:rsidRDefault="00394C3A" w:rsidP="004E238D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</w:p>
    <w:p w14:paraId="03B34938" w14:textId="77777777" w:rsidR="004E238D" w:rsidRDefault="004E238D" w:rsidP="005764C8">
      <w:pPr>
        <w:spacing w:before="120" w:after="120"/>
        <w:ind w:left="2829"/>
        <w:jc w:val="center"/>
        <w:rPr>
          <w:rFonts w:asciiTheme="minorHAnsi" w:hAnsiTheme="minorHAnsi" w:cstheme="minorHAnsi"/>
          <w:i/>
          <w:iCs/>
        </w:rPr>
      </w:pPr>
    </w:p>
    <w:p w14:paraId="100CA2BE" w14:textId="77777777" w:rsidR="004E238D" w:rsidRDefault="004E238D" w:rsidP="005764C8">
      <w:pPr>
        <w:spacing w:before="120" w:after="120"/>
        <w:ind w:left="2829"/>
        <w:jc w:val="center"/>
        <w:rPr>
          <w:rFonts w:asciiTheme="minorHAnsi" w:hAnsiTheme="minorHAnsi" w:cstheme="minorHAnsi"/>
          <w:i/>
          <w:iCs/>
        </w:rPr>
      </w:pPr>
    </w:p>
    <w:p w14:paraId="36F1B37F" w14:textId="77777777" w:rsidR="0061146D" w:rsidRDefault="0061146D" w:rsidP="005764C8">
      <w:pPr>
        <w:spacing w:before="120" w:after="120"/>
        <w:ind w:left="2829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717FE201" w14:textId="69F475A9" w:rsidR="0061146D" w:rsidRDefault="0061146D" w:rsidP="0061146D">
      <w:pPr>
        <w:ind w:left="2832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b/>
          <w:bCs/>
        </w:rPr>
        <w:t xml:space="preserve">z up. </w:t>
      </w:r>
      <w:r w:rsidR="00417084">
        <w:rPr>
          <w:rFonts w:asciiTheme="minorHAnsi" w:hAnsiTheme="minorHAnsi" w:cstheme="minorHAnsi"/>
          <w:b/>
          <w:bCs/>
        </w:rPr>
        <w:t>Janusz Cieszyński</w:t>
      </w:r>
    </w:p>
    <w:p w14:paraId="520E3C85" w14:textId="77777777" w:rsidR="0061146D" w:rsidRDefault="0061146D" w:rsidP="0061146D">
      <w:pPr>
        <w:ind w:left="2832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07349369" w14:textId="77777777" w:rsidR="0061146D" w:rsidRDefault="0061146D" w:rsidP="0061146D">
      <w:pPr>
        <w:spacing w:after="120"/>
        <w:ind w:left="282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7BB85C4" w14:textId="466E0832" w:rsidR="00B30905" w:rsidRPr="0033475C" w:rsidRDefault="0061146D" w:rsidP="0091688F">
      <w:pPr>
        <w:ind w:left="2832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15BEF" w14:textId="77777777" w:rsidR="00104B9F" w:rsidRDefault="00104B9F">
      <w:r>
        <w:separator/>
      </w:r>
    </w:p>
  </w:endnote>
  <w:endnote w:type="continuationSeparator" w:id="0">
    <w:p w14:paraId="13504347" w14:textId="77777777" w:rsidR="00104B9F" w:rsidRDefault="00104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67320" w14:textId="77777777" w:rsidR="005E753F" w:rsidRDefault="000E351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745B32F" wp14:editId="07F7DE6E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FD7D11" w14:textId="77777777" w:rsidR="005E753F" w:rsidRDefault="000E3511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45B32F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" stroked="f">
              <v:textbox>
                <w:txbxContent>
                  <w:p w14:paraId="06FD7D11" w14:textId="77777777" w:rsidR="005E753F" w:rsidRDefault="000E3511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B1CD8F5" wp14:editId="2CBC1548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BDD64" w14:textId="4C3C3597" w:rsidR="00AE7731" w:rsidRDefault="008233AB">
    <w:pPr>
      <w:pStyle w:val="Stopka"/>
    </w:pPr>
    <w:r>
      <w:rPr>
        <w:noProof/>
      </w:rPr>
      <w:drawing>
        <wp:inline distT="0" distB="0" distL="0" distR="0" wp14:anchorId="14D4DFCE" wp14:editId="459A9DB4">
          <wp:extent cx="5391785" cy="961390"/>
          <wp:effectExtent l="0" t="0" r="0" b="0"/>
          <wp:docPr id="14" name="Obraz 14" descr="stopka gotowa - niepodległa bez adresu gov pl prem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 gotowa - niepodległa bez adresu gov pl prem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785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612D5" w14:textId="77777777" w:rsidR="00104B9F" w:rsidRDefault="00104B9F">
      <w:r>
        <w:separator/>
      </w:r>
    </w:p>
  </w:footnote>
  <w:footnote w:type="continuationSeparator" w:id="0">
    <w:p w14:paraId="5E8E3084" w14:textId="77777777" w:rsidR="00104B9F" w:rsidRDefault="00104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B6D" w14:textId="77777777" w:rsidR="007018D3" w:rsidRDefault="00104B9F" w:rsidP="007018D3">
    <w:pPr>
      <w:pStyle w:val="Nagwek"/>
      <w:jc w:val="right"/>
    </w:pPr>
  </w:p>
  <w:p w14:paraId="3D89B899" w14:textId="77777777" w:rsidR="007018D3" w:rsidRDefault="00104B9F" w:rsidP="007018D3">
    <w:pPr>
      <w:pStyle w:val="Nagwek"/>
      <w:jc w:val="right"/>
    </w:pPr>
  </w:p>
  <w:p w14:paraId="677BA1AB" w14:textId="20374C51" w:rsidR="004633D0" w:rsidRDefault="000E3511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68942AC" wp14:editId="1ACFA052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9EDD3D" w14:textId="682896A5" w:rsidR="0033475C" w:rsidRPr="00DA3527" w:rsidRDefault="000D506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0D506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DRC.WL.0630.3</w:t>
                          </w:r>
                          <w:r w:rsidR="001763F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2</w:t>
                          </w:r>
                          <w:r w:rsidRPr="000D506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8942A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189EDD3D" w14:textId="682896A5" w:rsidR="0033475C" w:rsidRPr="00DA3527" w:rsidRDefault="000D506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0D506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DRC.WL.0630.3</w:t>
                    </w:r>
                    <w:r w:rsidR="001763F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2</w:t>
                    </w:r>
                    <w:r w:rsidRPr="000D506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A46297B" wp14:editId="60B2164B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3E83BB" w14:textId="77777777" w:rsidR="007018D3" w:rsidRPr="00495DA1" w:rsidRDefault="000E3511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46297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CWMage7gEAAK8DAAAOAAAAAAAAAAAAAAAAAC4CAABkcnMvZTJv&#10;RG9jLnhtbFBLAQItABQABgAIAAAAIQA+3y6S3wAAAAsBAAAPAAAAAAAAAAAAAAAAAEgEAABkcnMv&#10;ZG93bnJldi54bWxQSwUGAAAAAAQABADzAAAAVAUAAAAA&#10;" stroked="f">
              <v:textbox>
                <w:txbxContent>
                  <w:p w14:paraId="333E83BB" w14:textId="77777777" w:rsidR="007018D3" w:rsidRPr="00495DA1" w:rsidRDefault="000E3511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2B0E2772" wp14:editId="590BFEFA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0" w:name="ezdDataPodpisu"/>
    <w:bookmarkEnd w:id="0"/>
    <w:r w:rsidR="00253780">
      <w:t>2</w:t>
    </w:r>
    <w:r w:rsidR="00394C3A">
      <w:t>9</w:t>
    </w:r>
    <w:r w:rsidR="00B81A4A">
      <w:t xml:space="preserve"> </w:t>
    </w:r>
    <w:r w:rsidR="00253780">
      <w:t>lipca</w:t>
    </w:r>
    <w:r w:rsidR="00102F14">
      <w:t xml:space="preserve"> 202</w:t>
    </w:r>
    <w:r w:rsidR="008509B9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94291"/>
    <w:multiLevelType w:val="hybridMultilevel"/>
    <w:tmpl w:val="129C64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E7BF3"/>
    <w:multiLevelType w:val="hybridMultilevel"/>
    <w:tmpl w:val="F8800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898"/>
    <w:rsid w:val="0001491D"/>
    <w:rsid w:val="000354AD"/>
    <w:rsid w:val="0003784B"/>
    <w:rsid w:val="00077ACB"/>
    <w:rsid w:val="00093826"/>
    <w:rsid w:val="000B7774"/>
    <w:rsid w:val="000D010B"/>
    <w:rsid w:val="000D506B"/>
    <w:rsid w:val="000E3511"/>
    <w:rsid w:val="000F6E02"/>
    <w:rsid w:val="00102F14"/>
    <w:rsid w:val="00104B9F"/>
    <w:rsid w:val="001419EA"/>
    <w:rsid w:val="001763F9"/>
    <w:rsid w:val="001B4C56"/>
    <w:rsid w:val="001D7944"/>
    <w:rsid w:val="001E7D1F"/>
    <w:rsid w:val="002034D1"/>
    <w:rsid w:val="002063BF"/>
    <w:rsid w:val="00244328"/>
    <w:rsid w:val="00253780"/>
    <w:rsid w:val="00285C00"/>
    <w:rsid w:val="002A279C"/>
    <w:rsid w:val="002B15F2"/>
    <w:rsid w:val="00302C80"/>
    <w:rsid w:val="00305397"/>
    <w:rsid w:val="003226CF"/>
    <w:rsid w:val="00332C0E"/>
    <w:rsid w:val="00341650"/>
    <w:rsid w:val="00394C3A"/>
    <w:rsid w:val="003D3F63"/>
    <w:rsid w:val="003E52FC"/>
    <w:rsid w:val="004145B4"/>
    <w:rsid w:val="00417084"/>
    <w:rsid w:val="004669BD"/>
    <w:rsid w:val="004949CB"/>
    <w:rsid w:val="004C6ADD"/>
    <w:rsid w:val="004E238D"/>
    <w:rsid w:val="004E29C2"/>
    <w:rsid w:val="0051467A"/>
    <w:rsid w:val="0052242E"/>
    <w:rsid w:val="00554615"/>
    <w:rsid w:val="005764C8"/>
    <w:rsid w:val="005923E5"/>
    <w:rsid w:val="00593172"/>
    <w:rsid w:val="005A5411"/>
    <w:rsid w:val="005B020A"/>
    <w:rsid w:val="005B3EC9"/>
    <w:rsid w:val="005B52E0"/>
    <w:rsid w:val="005C5596"/>
    <w:rsid w:val="00606D39"/>
    <w:rsid w:val="0061146D"/>
    <w:rsid w:val="006159FA"/>
    <w:rsid w:val="006C7A3B"/>
    <w:rsid w:val="006E0E1C"/>
    <w:rsid w:val="006E4898"/>
    <w:rsid w:val="00716C91"/>
    <w:rsid w:val="007202C8"/>
    <w:rsid w:val="00722972"/>
    <w:rsid w:val="00734BFA"/>
    <w:rsid w:val="00757964"/>
    <w:rsid w:val="0079560B"/>
    <w:rsid w:val="007D2E7C"/>
    <w:rsid w:val="00800E48"/>
    <w:rsid w:val="008233AB"/>
    <w:rsid w:val="00831BB5"/>
    <w:rsid w:val="008509B9"/>
    <w:rsid w:val="00871713"/>
    <w:rsid w:val="00875D2D"/>
    <w:rsid w:val="008B5B64"/>
    <w:rsid w:val="009000F1"/>
    <w:rsid w:val="00913609"/>
    <w:rsid w:val="0091688F"/>
    <w:rsid w:val="0092161E"/>
    <w:rsid w:val="00925885"/>
    <w:rsid w:val="00937F52"/>
    <w:rsid w:val="009414AA"/>
    <w:rsid w:val="00950E88"/>
    <w:rsid w:val="00952C9B"/>
    <w:rsid w:val="009553FB"/>
    <w:rsid w:val="009A3866"/>
    <w:rsid w:val="00A10EAD"/>
    <w:rsid w:val="00A11848"/>
    <w:rsid w:val="00A12639"/>
    <w:rsid w:val="00A70D98"/>
    <w:rsid w:val="00AA25BC"/>
    <w:rsid w:val="00AA56CB"/>
    <w:rsid w:val="00AF1D25"/>
    <w:rsid w:val="00AF6866"/>
    <w:rsid w:val="00B03791"/>
    <w:rsid w:val="00B35896"/>
    <w:rsid w:val="00B56EA2"/>
    <w:rsid w:val="00B81A4A"/>
    <w:rsid w:val="00C6691A"/>
    <w:rsid w:val="00C84EA0"/>
    <w:rsid w:val="00CB56BD"/>
    <w:rsid w:val="00CB677F"/>
    <w:rsid w:val="00CC5F87"/>
    <w:rsid w:val="00D13A08"/>
    <w:rsid w:val="00D31E4B"/>
    <w:rsid w:val="00D6618C"/>
    <w:rsid w:val="00DB66F2"/>
    <w:rsid w:val="00DC6952"/>
    <w:rsid w:val="00DD1B5E"/>
    <w:rsid w:val="00DD2B2A"/>
    <w:rsid w:val="00E01130"/>
    <w:rsid w:val="00E20DF4"/>
    <w:rsid w:val="00E22563"/>
    <w:rsid w:val="00E7443A"/>
    <w:rsid w:val="00E777B4"/>
    <w:rsid w:val="00EA7D87"/>
    <w:rsid w:val="00EB272A"/>
    <w:rsid w:val="00EB40FB"/>
    <w:rsid w:val="00ED4881"/>
    <w:rsid w:val="00ED4F8D"/>
    <w:rsid w:val="00ED7FF8"/>
    <w:rsid w:val="00F04083"/>
    <w:rsid w:val="00F12745"/>
    <w:rsid w:val="00F136D0"/>
    <w:rsid w:val="00F23AD3"/>
    <w:rsid w:val="00F442EE"/>
    <w:rsid w:val="00F45A74"/>
    <w:rsid w:val="00F81470"/>
    <w:rsid w:val="00FA0D16"/>
    <w:rsid w:val="00FB0A55"/>
    <w:rsid w:val="00FD0F5D"/>
    <w:rsid w:val="00FD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0D0A6"/>
  <w15:docId w15:val="{9251E900-7FEB-4583-A61F-268113418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8147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70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0D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0D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0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0D9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D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D9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09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4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2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8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Markowska Anna</cp:lastModifiedBy>
  <cp:revision>4</cp:revision>
  <dcterms:created xsi:type="dcterms:W3CDTF">2022-07-29T09:34:00Z</dcterms:created>
  <dcterms:modified xsi:type="dcterms:W3CDTF">2022-07-29T09:59:00Z</dcterms:modified>
</cp:coreProperties>
</file>